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5685" w:rsidRDefault="0009657D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09657D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nadační dům – sanace vlhkosti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9657D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C5685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E604B-3E0D-47A7-B4E2-9CC1C93E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403E78AC</Template>
  <TotalTime>17</TotalTime>
  <Pages>1</Pages>
  <Words>131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2022-09-06T08:53:00Z</cp:lastPrinted>
  <dcterms:created xsi:type="dcterms:W3CDTF">2023-11-06T12:13:00Z</dcterms:created>
  <dcterms:modified xsi:type="dcterms:W3CDTF">2025-01-16T08:35:00Z</dcterms:modified>
</cp:coreProperties>
</file>